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B109CA" w:rsidRDefault="00F862D6" w:rsidP="0077673A">
            <w:r w:rsidRPr="00B109CA">
              <w:t>Naše zn.</w:t>
            </w:r>
          </w:p>
        </w:tc>
        <w:tc>
          <w:tcPr>
            <w:tcW w:w="2552" w:type="dxa"/>
          </w:tcPr>
          <w:p w14:paraId="1EB53367" w14:textId="6CBD8A9D" w:rsidR="00F862D6" w:rsidRPr="00122CA7" w:rsidRDefault="00530E6E" w:rsidP="0037111D">
            <w:pPr>
              <w:rPr>
                <w:highlight w:val="green"/>
              </w:rPr>
            </w:pPr>
            <w:r w:rsidRPr="00530E6E">
              <w:rPr>
                <w:rFonts w:ascii="Helvetica" w:hAnsi="Helvetica"/>
              </w:rPr>
              <w:t>8730/2024-SŽ-SSV-Ú3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122CA7">
        <w:trPr>
          <w:trHeight w:val="117"/>
        </w:trPr>
        <w:tc>
          <w:tcPr>
            <w:tcW w:w="1020" w:type="dxa"/>
          </w:tcPr>
          <w:p w14:paraId="29A02B6F" w14:textId="77777777" w:rsidR="00F862D6" w:rsidRPr="00B109CA" w:rsidRDefault="00F862D6" w:rsidP="0077673A">
            <w:r w:rsidRPr="00B109CA">
              <w:t>Listů/příloh</w:t>
            </w:r>
          </w:p>
        </w:tc>
        <w:tc>
          <w:tcPr>
            <w:tcW w:w="2552" w:type="dxa"/>
          </w:tcPr>
          <w:p w14:paraId="00AF12B3" w14:textId="33AF8030" w:rsidR="00F862D6" w:rsidRPr="00122CA7" w:rsidRDefault="00530E6E" w:rsidP="00CC1E2B">
            <w:pPr>
              <w:rPr>
                <w:highlight w:val="green"/>
              </w:rPr>
            </w:pPr>
            <w:r w:rsidRPr="00530E6E">
              <w:t>2</w:t>
            </w:r>
            <w:r w:rsidR="003E6B9A" w:rsidRPr="00530E6E">
              <w:t>/</w:t>
            </w:r>
            <w:r w:rsidRPr="00530E6E">
              <w:t>2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41FC456E" w:rsidR="00F862D6" w:rsidRPr="003E6B9A" w:rsidRDefault="009D2EC8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58D6F361" w:rsidR="009A7568" w:rsidRPr="003E6B9A" w:rsidRDefault="009D2EC8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1E0EC1FF" w:rsidR="009A7568" w:rsidRPr="003E6B9A" w:rsidRDefault="009D2EC8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0DBE253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30E6E">
              <w:rPr>
                <w:noProof/>
              </w:rPr>
              <w:t>7.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78EAA3EC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122CA7">
        <w:rPr>
          <w:rFonts w:eastAsia="Times New Roman" w:cs="Times New Roman"/>
          <w:lang w:eastAsia="cs-CZ"/>
        </w:rPr>
        <w:t>2</w:t>
      </w:r>
    </w:p>
    <w:p w14:paraId="1C466933" w14:textId="7551036F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9D2EC8" w:rsidRPr="009D2EC8">
        <w:rPr>
          <w:rFonts w:eastAsia="Calibri" w:cs="Times New Roman"/>
          <w:b/>
          <w:lang w:eastAsia="cs-CZ"/>
        </w:rPr>
        <w:t>Rekonstrukce mostu v km 155,900 trati Břeclav - Brno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6FCB7C3F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22CA7"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3D4E3D05" w14:textId="77777777" w:rsidR="003641D2" w:rsidRPr="003641D2" w:rsidRDefault="003641D2" w:rsidP="003641D2">
      <w:pPr>
        <w:spacing w:after="0" w:line="240" w:lineRule="auto"/>
        <w:rPr>
          <w:rFonts w:eastAsia="Calibri" w:cs="Times New Roman"/>
          <w:lang w:eastAsia="cs-CZ"/>
        </w:rPr>
      </w:pPr>
      <w:r w:rsidRPr="003641D2">
        <w:rPr>
          <w:rFonts w:eastAsia="Calibri" w:cs="Times New Roman"/>
          <w:lang w:eastAsia="cs-CZ"/>
        </w:rPr>
        <w:t xml:space="preserve">Máme dotaz k objektu </w:t>
      </w:r>
      <w:r w:rsidRPr="003641D2">
        <w:rPr>
          <w:rFonts w:eastAsia="Calibri" w:cs="Times New Roman"/>
          <w:b/>
          <w:bCs/>
          <w:lang w:eastAsia="cs-CZ"/>
        </w:rPr>
        <w:t>SO 10-20-01 ŽST Brno hl.n., most ev. km. 155,900</w:t>
      </w:r>
    </w:p>
    <w:p w14:paraId="7D87BBD5" w14:textId="77777777" w:rsidR="003641D2" w:rsidRPr="003641D2" w:rsidRDefault="003641D2" w:rsidP="003641D2">
      <w:pPr>
        <w:spacing w:after="0" w:line="240" w:lineRule="auto"/>
        <w:rPr>
          <w:rFonts w:eastAsia="Calibri" w:cs="Times New Roman"/>
          <w:lang w:eastAsia="cs-CZ"/>
        </w:rPr>
      </w:pPr>
    </w:p>
    <w:p w14:paraId="5B3DE478" w14:textId="77777777" w:rsidR="003641D2" w:rsidRPr="003641D2" w:rsidRDefault="003641D2" w:rsidP="003641D2">
      <w:pPr>
        <w:spacing w:after="0" w:line="240" w:lineRule="auto"/>
        <w:rPr>
          <w:rFonts w:eastAsia="Calibri" w:cs="Times New Roman"/>
          <w:lang w:eastAsia="cs-CZ"/>
        </w:rPr>
      </w:pPr>
      <w:r w:rsidRPr="003641D2">
        <w:rPr>
          <w:rFonts w:eastAsia="Calibri" w:cs="Times New Roman"/>
          <w:lang w:eastAsia="cs-CZ"/>
        </w:rPr>
        <w:t>V PD objektu v příloze 01-Technická zpráva se uvádí:</w:t>
      </w:r>
    </w:p>
    <w:p w14:paraId="7072C6CD" w14:textId="111F744C" w:rsidR="003641D2" w:rsidRPr="003641D2" w:rsidRDefault="003641D2" w:rsidP="003641D2">
      <w:pPr>
        <w:spacing w:after="0" w:line="240" w:lineRule="auto"/>
        <w:rPr>
          <w:rFonts w:eastAsia="Calibri" w:cs="Times New Roman"/>
          <w:lang w:eastAsia="cs-CZ"/>
        </w:rPr>
      </w:pPr>
      <w:r w:rsidRPr="008A7166">
        <w:rPr>
          <w:b/>
          <w:bCs/>
          <w:i/>
          <w:iCs/>
          <w:noProof/>
          <w:lang w:eastAsia="cs-CZ"/>
        </w:rPr>
        <w:drawing>
          <wp:inline distT="0" distB="0" distL="0" distR="0" wp14:anchorId="7EBD39A8" wp14:editId="08FAB219">
            <wp:extent cx="5525770" cy="2449198"/>
            <wp:effectExtent l="0" t="0" r="0" b="8255"/>
            <wp:docPr id="605413861" name="Obrázek 4" descr="Obsah obrázku text, snímek obrazovky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413861" name="Obrázek 4" descr="Obsah obrázku text, snímek obrazovky, Písmo, čís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2449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41A64C" w14:textId="77777777" w:rsidR="003641D2" w:rsidRPr="003641D2" w:rsidRDefault="003641D2" w:rsidP="003641D2">
      <w:pPr>
        <w:spacing w:after="0" w:line="240" w:lineRule="auto"/>
        <w:rPr>
          <w:rFonts w:eastAsia="Calibri" w:cs="Times New Roman"/>
          <w:lang w:eastAsia="cs-CZ"/>
        </w:rPr>
      </w:pPr>
      <w:r w:rsidRPr="003641D2">
        <w:rPr>
          <w:rFonts w:eastAsia="Calibri" w:cs="Times New Roman"/>
          <w:lang w:eastAsia="cs-CZ"/>
        </w:rPr>
        <w:t xml:space="preserve"> </w:t>
      </w:r>
    </w:p>
    <w:p w14:paraId="3795AD51" w14:textId="77777777" w:rsidR="003641D2" w:rsidRPr="003641D2" w:rsidRDefault="003641D2" w:rsidP="003641D2">
      <w:pPr>
        <w:spacing w:after="0" w:line="240" w:lineRule="auto"/>
        <w:rPr>
          <w:rFonts w:eastAsia="Calibri" w:cs="Times New Roman"/>
          <w:lang w:eastAsia="cs-CZ"/>
        </w:rPr>
      </w:pPr>
    </w:p>
    <w:p w14:paraId="0426D213" w14:textId="214659CC" w:rsidR="003641D2" w:rsidRPr="003641D2" w:rsidRDefault="003641D2" w:rsidP="003641D2">
      <w:pPr>
        <w:spacing w:after="0" w:line="240" w:lineRule="auto"/>
        <w:rPr>
          <w:rFonts w:eastAsia="Calibri" w:cs="Times New Roman"/>
          <w:lang w:eastAsia="cs-CZ"/>
        </w:rPr>
      </w:pPr>
      <w:r w:rsidRPr="008A7166">
        <w:rPr>
          <w:b/>
          <w:bCs/>
          <w:i/>
          <w:iCs/>
          <w:noProof/>
          <w:lang w:eastAsia="cs-CZ"/>
        </w:rPr>
        <w:drawing>
          <wp:inline distT="0" distB="0" distL="0" distR="0" wp14:anchorId="22EF9D5C" wp14:editId="27F30DC0">
            <wp:extent cx="5525770" cy="1281550"/>
            <wp:effectExtent l="0" t="0" r="0" b="0"/>
            <wp:docPr id="303108357" name="Obrázek 3" descr="Obsah obrázku text, snímek obrazovky, Písmo, informa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108357" name="Obrázek 3" descr="Obsah obrázku text, snímek obrazovky, Písmo, informace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28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55C79E" w14:textId="77777777" w:rsidR="003641D2" w:rsidRPr="003641D2" w:rsidRDefault="003641D2" w:rsidP="003641D2">
      <w:pPr>
        <w:spacing w:after="0" w:line="240" w:lineRule="auto"/>
        <w:rPr>
          <w:rFonts w:eastAsia="Calibri" w:cs="Times New Roman"/>
          <w:lang w:eastAsia="cs-CZ"/>
        </w:rPr>
      </w:pPr>
      <w:r w:rsidRPr="003641D2">
        <w:rPr>
          <w:rFonts w:eastAsia="Calibri" w:cs="Times New Roman"/>
          <w:lang w:eastAsia="cs-CZ"/>
        </w:rPr>
        <w:t xml:space="preserve"> </w:t>
      </w:r>
    </w:p>
    <w:p w14:paraId="55D7D263" w14:textId="77777777" w:rsidR="003641D2" w:rsidRPr="003641D2" w:rsidRDefault="003641D2" w:rsidP="003641D2">
      <w:pPr>
        <w:spacing w:after="0" w:line="240" w:lineRule="auto"/>
        <w:rPr>
          <w:rFonts w:eastAsia="Calibri" w:cs="Times New Roman"/>
          <w:lang w:eastAsia="cs-CZ"/>
        </w:rPr>
      </w:pPr>
    </w:p>
    <w:p w14:paraId="53AEFF93" w14:textId="77777777" w:rsidR="003641D2" w:rsidRPr="003641D2" w:rsidRDefault="003641D2" w:rsidP="003641D2">
      <w:pPr>
        <w:spacing w:after="0" w:line="240" w:lineRule="auto"/>
        <w:rPr>
          <w:rFonts w:eastAsia="Calibri" w:cs="Times New Roman"/>
          <w:lang w:eastAsia="cs-CZ"/>
        </w:rPr>
      </w:pPr>
    </w:p>
    <w:p w14:paraId="5C4F47A3" w14:textId="7B8F7B8C" w:rsidR="00CB7B5A" w:rsidRPr="00CB7B5A" w:rsidRDefault="003641D2" w:rsidP="003641D2">
      <w:pPr>
        <w:spacing w:after="0" w:line="240" w:lineRule="auto"/>
        <w:rPr>
          <w:rFonts w:eastAsia="Calibri" w:cs="Times New Roman"/>
          <w:b/>
          <w:lang w:eastAsia="cs-CZ"/>
        </w:rPr>
      </w:pPr>
      <w:r w:rsidRPr="003641D2">
        <w:rPr>
          <w:rFonts w:eastAsia="Calibri" w:cs="Times New Roman"/>
          <w:lang w:eastAsia="cs-CZ"/>
        </w:rPr>
        <w:t>Která položka soupisu prací osahuje otryskání a PKO konstrukce manipulační plochy a jaká je plocha povrchu této konstrukce určená pro otryskání a provedení PKO?</w:t>
      </w: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F11C39C" w14:textId="3DE14E52" w:rsidR="00CB7B5A" w:rsidRPr="00530E6E" w:rsidRDefault="008133BD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530E6E">
        <w:rPr>
          <w:rFonts w:eastAsia="Calibri" w:cs="Times New Roman"/>
          <w:bCs/>
          <w:lang w:eastAsia="cs-CZ"/>
        </w:rPr>
        <w:t>Do</w:t>
      </w:r>
      <w:r w:rsidR="00994673" w:rsidRPr="00530E6E">
        <w:rPr>
          <w:rFonts w:eastAsia="Calibri" w:cs="Times New Roman"/>
          <w:bCs/>
          <w:lang w:eastAsia="cs-CZ"/>
        </w:rPr>
        <w:t xml:space="preserve"> příslušných oddílů</w:t>
      </w:r>
      <w:r w:rsidRPr="00530E6E">
        <w:rPr>
          <w:rFonts w:eastAsia="Calibri" w:cs="Times New Roman"/>
          <w:bCs/>
          <w:lang w:eastAsia="cs-CZ"/>
        </w:rPr>
        <w:t xml:space="preserve"> soupisu prací byly doplněny položky č. 77 a 78</w:t>
      </w:r>
      <w:r w:rsidR="00994673" w:rsidRPr="00530E6E">
        <w:rPr>
          <w:rFonts w:eastAsia="Calibri" w:cs="Times New Roman"/>
          <w:bCs/>
          <w:lang w:eastAsia="cs-CZ"/>
        </w:rPr>
        <w:t xml:space="preserve"> </w:t>
      </w:r>
      <w:r w:rsidRPr="00530E6E">
        <w:rPr>
          <w:rFonts w:eastAsia="Calibri" w:cs="Times New Roman"/>
          <w:bCs/>
          <w:lang w:eastAsia="cs-CZ"/>
        </w:rPr>
        <w:t xml:space="preserve">. Položka č. 77 zahrnuje přípravu povrchu </w:t>
      </w:r>
      <w:r w:rsidR="009266B4" w:rsidRPr="00530E6E">
        <w:rPr>
          <w:rFonts w:eastAsia="Calibri" w:cs="Times New Roman"/>
          <w:bCs/>
          <w:lang w:eastAsia="cs-CZ"/>
        </w:rPr>
        <w:t xml:space="preserve">(tryskání) </w:t>
      </w:r>
      <w:r w:rsidRPr="00530E6E">
        <w:rPr>
          <w:rFonts w:eastAsia="Calibri" w:cs="Times New Roman"/>
          <w:bCs/>
          <w:lang w:eastAsia="cs-CZ"/>
        </w:rPr>
        <w:t xml:space="preserve">pro aplikaci PKO, položka č. 78 zahrnuje vlastní PKO. Přesná specifikace položek včetně </w:t>
      </w:r>
      <w:r w:rsidR="009266B4" w:rsidRPr="00530E6E">
        <w:rPr>
          <w:rFonts w:eastAsia="Calibri" w:cs="Times New Roman"/>
          <w:bCs/>
          <w:lang w:eastAsia="cs-CZ"/>
        </w:rPr>
        <w:t>výměr</w:t>
      </w:r>
      <w:r w:rsidR="00994673" w:rsidRPr="00530E6E">
        <w:rPr>
          <w:rFonts w:eastAsia="Calibri" w:cs="Times New Roman"/>
          <w:bCs/>
          <w:lang w:eastAsia="cs-CZ"/>
        </w:rPr>
        <w:t xml:space="preserve"> (plochy)</w:t>
      </w:r>
      <w:r w:rsidR="009266B4" w:rsidRPr="00530E6E">
        <w:rPr>
          <w:rFonts w:eastAsia="Calibri" w:cs="Times New Roman"/>
          <w:bCs/>
          <w:lang w:eastAsia="cs-CZ"/>
        </w:rPr>
        <w:t xml:space="preserve"> je uvedena v upraveném soupisu prací.</w:t>
      </w:r>
      <w:r w:rsidR="00994673" w:rsidRPr="00530E6E">
        <w:rPr>
          <w:rFonts w:eastAsia="Calibri" w:cs="Times New Roman"/>
          <w:bCs/>
          <w:lang w:eastAsia="cs-CZ"/>
        </w:rPr>
        <w:t xml:space="preserve"> </w:t>
      </w:r>
    </w:p>
    <w:p w14:paraId="6F10AE4D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A4F3BF9" w14:textId="77777777" w:rsidR="00B109CA" w:rsidRPr="00CB7B5A" w:rsidRDefault="00B109C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127004D" w14:textId="30B26CB9" w:rsidR="00530E6E" w:rsidRPr="00530E6E" w:rsidRDefault="00530E6E" w:rsidP="00530E6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30E6E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530E6E">
        <w:rPr>
          <w:rFonts w:eastAsia="Times New Roman" w:cs="Times New Roman"/>
          <w:b/>
          <w:lang w:eastAsia="cs-CZ"/>
        </w:rPr>
        <w:t>změny/doplnění zadávací dokumentace</w:t>
      </w:r>
      <w:r w:rsidRPr="00530E6E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530E6E">
        <w:rPr>
          <w:rFonts w:eastAsia="Times New Roman" w:cs="Times New Roman"/>
          <w:lang w:eastAsia="cs-CZ"/>
        </w:rPr>
        <w:br/>
      </w:r>
      <w:r>
        <w:rPr>
          <w:rFonts w:eastAsia="Times New Roman" w:cs="Times New Roman"/>
          <w:lang w:eastAsia="cs-CZ"/>
        </w:rPr>
        <w:t>19.8.2024</w:t>
      </w:r>
      <w:r w:rsidRPr="00530E6E">
        <w:rPr>
          <w:rFonts w:eastAsia="Times New Roman" w:cs="Times New Roman"/>
          <w:lang w:eastAsia="cs-CZ"/>
        </w:rPr>
        <w:t xml:space="preserve"> na den </w:t>
      </w:r>
      <w:r>
        <w:rPr>
          <w:rFonts w:eastAsia="Times New Roman" w:cs="Times New Roman"/>
          <w:lang w:eastAsia="cs-CZ"/>
        </w:rPr>
        <w:t>20.8.2024</w:t>
      </w:r>
      <w:r w:rsidRPr="00530E6E">
        <w:rPr>
          <w:rFonts w:eastAsia="Times New Roman" w:cs="Times New Roman"/>
          <w:lang w:eastAsia="cs-CZ"/>
        </w:rPr>
        <w:t xml:space="preserve">. </w:t>
      </w:r>
    </w:p>
    <w:p w14:paraId="50F8AF0A" w14:textId="77777777" w:rsidR="00CC1E2B" w:rsidRDefault="00CC1E2B" w:rsidP="00CB7B5A"/>
    <w:p w14:paraId="5235DAEC" w14:textId="77777777" w:rsidR="00B109CA" w:rsidRPr="00CB7B5A" w:rsidRDefault="00B109CA" w:rsidP="00B109C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5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55753C8" w14:textId="77777777" w:rsidR="00B109CA" w:rsidRDefault="00B109CA" w:rsidP="00CB7B5A"/>
    <w:p w14:paraId="372C2932" w14:textId="77777777" w:rsidR="00B109CA" w:rsidRDefault="00B109CA" w:rsidP="00CB7B5A"/>
    <w:p w14:paraId="20E160D3" w14:textId="77777777" w:rsidR="00B109CA" w:rsidRDefault="00B109CA" w:rsidP="00B109C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30E6E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7F9F43B4" w14:textId="0CD97445" w:rsidR="00530E6E" w:rsidRDefault="00530E6E" w:rsidP="00530E6E">
      <w:pPr>
        <w:pStyle w:val="Odstavecseseznamem"/>
        <w:numPr>
          <w:ilvl w:val="0"/>
          <w:numId w:val="8"/>
        </w:num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30E6E">
        <w:rPr>
          <w:rFonts w:eastAsia="Calibri" w:cs="Times New Roman"/>
          <w:b/>
          <w:bCs/>
          <w:lang w:eastAsia="cs-CZ"/>
        </w:rPr>
        <w:t>XDC_Most v km 155,900 trati Břeclav - Brno_20240808_ZM02</w:t>
      </w:r>
    </w:p>
    <w:p w14:paraId="0BA9F8AE" w14:textId="43B8F224" w:rsidR="00530E6E" w:rsidRPr="00530E6E" w:rsidRDefault="00530E6E" w:rsidP="00530E6E">
      <w:pPr>
        <w:pStyle w:val="Odstavecseseznamem"/>
        <w:numPr>
          <w:ilvl w:val="0"/>
          <w:numId w:val="8"/>
        </w:num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30E6E">
        <w:rPr>
          <w:rFonts w:eastAsia="Calibri" w:cs="Times New Roman"/>
          <w:b/>
          <w:bCs/>
          <w:lang w:eastAsia="cs-CZ"/>
        </w:rPr>
        <w:t>XLS_Most v km 155,900 trati Břeclav - Brno_20240808_ZM02</w:t>
      </w:r>
    </w:p>
    <w:p w14:paraId="5600E9C4" w14:textId="7C14E35C" w:rsidR="00B109CA" w:rsidRPr="00CB7B5A" w:rsidRDefault="00B109CA" w:rsidP="00B109C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Cs/>
          <w:lang w:eastAsia="cs-CZ"/>
        </w:rPr>
        <w:tab/>
      </w:r>
    </w:p>
    <w:p w14:paraId="37CC84E6" w14:textId="77777777" w:rsidR="00B109CA" w:rsidRPr="00CB7B5A" w:rsidRDefault="00B109CA" w:rsidP="00B109C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C134219" w14:textId="77777777" w:rsidR="00B109CA" w:rsidRPr="00CB7B5A" w:rsidRDefault="00B109CA" w:rsidP="00B109C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9DB8B0E" w14:textId="17626363" w:rsidR="00B109CA" w:rsidRPr="00CB7B5A" w:rsidRDefault="00B109CA" w:rsidP="00B109C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530E6E">
        <w:rPr>
          <w:rFonts w:eastAsia="Calibri" w:cs="Times New Roman"/>
          <w:lang w:eastAsia="cs-CZ"/>
        </w:rPr>
        <w:t>8.8.2024</w:t>
      </w:r>
    </w:p>
    <w:p w14:paraId="067266FD" w14:textId="77777777" w:rsidR="00B109CA" w:rsidRDefault="00B109CA" w:rsidP="00B109C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DE5B5A6" w14:textId="77777777" w:rsidR="00B109CA" w:rsidRDefault="00B109CA" w:rsidP="00B109C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07694EC" w14:textId="77777777" w:rsidR="00B109CA" w:rsidRDefault="00B109CA" w:rsidP="00B109C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4FC8716" w14:textId="77777777" w:rsidR="00B109CA" w:rsidRPr="00CB7B5A" w:rsidRDefault="00B109CA" w:rsidP="00B109C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3BDFB4" w14:textId="77777777" w:rsidR="00B109CA" w:rsidRPr="00CB7B5A" w:rsidRDefault="00B109CA" w:rsidP="00B109C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401B830" w14:textId="77777777" w:rsidR="00B109CA" w:rsidRPr="00CB7B5A" w:rsidRDefault="00B109CA" w:rsidP="00B109C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103BAF8" w14:textId="77777777" w:rsidR="00B109CA" w:rsidRPr="00CB7B5A" w:rsidRDefault="00B109CA" w:rsidP="00B109C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7288069" w14:textId="77777777" w:rsidR="00B109CA" w:rsidRPr="00CB7B5A" w:rsidRDefault="00B109CA" w:rsidP="00B109C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7D310AA" w14:textId="77777777" w:rsidR="00B109CA" w:rsidRPr="00CB7B5A" w:rsidRDefault="00B109CA" w:rsidP="00B109C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75E8A9C5" w14:textId="77777777" w:rsidR="00B109CA" w:rsidRDefault="00B109CA" w:rsidP="00CB7B5A"/>
    <w:sectPr w:rsidR="00B109CA" w:rsidSect="00E032D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C29CDC" w14:textId="77777777" w:rsidR="000B0D09" w:rsidRDefault="000B0D09" w:rsidP="00962258">
      <w:pPr>
        <w:spacing w:after="0" w:line="240" w:lineRule="auto"/>
      </w:pPr>
      <w:r>
        <w:separator/>
      </w:r>
    </w:p>
  </w:endnote>
  <w:endnote w:type="continuationSeparator" w:id="0">
    <w:p w14:paraId="57553B79" w14:textId="77777777" w:rsidR="000B0D09" w:rsidRDefault="000B0D0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2826D6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467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467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3F112E9C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467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467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7DF6A" w14:textId="77777777" w:rsidR="000B0D09" w:rsidRDefault="000B0D09" w:rsidP="00962258">
      <w:pPr>
        <w:spacing w:after="0" w:line="240" w:lineRule="auto"/>
      </w:pPr>
      <w:r>
        <w:separator/>
      </w:r>
    </w:p>
  </w:footnote>
  <w:footnote w:type="continuationSeparator" w:id="0">
    <w:p w14:paraId="6BA2E31D" w14:textId="77777777" w:rsidR="000B0D09" w:rsidRDefault="000B0D0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85E01FE"/>
    <w:multiLevelType w:val="hybridMultilevel"/>
    <w:tmpl w:val="357AF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59044750"/>
    <w:multiLevelType w:val="hybridMultilevel"/>
    <w:tmpl w:val="37868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1841046744">
    <w:abstractNumId w:val="2"/>
  </w:num>
  <w:num w:numId="2" w16cid:durableId="1597246172">
    <w:abstractNumId w:val="1"/>
  </w:num>
  <w:num w:numId="3" w16cid:durableId="806095195">
    <w:abstractNumId w:val="3"/>
  </w:num>
  <w:num w:numId="4" w16cid:durableId="932129409">
    <w:abstractNumId w:val="7"/>
  </w:num>
  <w:num w:numId="5" w16cid:durableId="1627664402">
    <w:abstractNumId w:val="0"/>
  </w:num>
  <w:num w:numId="6" w16cid:durableId="1248806711">
    <w:abstractNumId w:val="5"/>
  </w:num>
  <w:num w:numId="7" w16cid:durableId="893348108">
    <w:abstractNumId w:val="6"/>
  </w:num>
  <w:num w:numId="8" w16cid:durableId="189342475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3BBF"/>
    <w:rsid w:val="00033432"/>
    <w:rsid w:val="000335CC"/>
    <w:rsid w:val="00033B3C"/>
    <w:rsid w:val="00072C1E"/>
    <w:rsid w:val="000B0D09"/>
    <w:rsid w:val="000B1153"/>
    <w:rsid w:val="000B6C7E"/>
    <w:rsid w:val="000B7907"/>
    <w:rsid w:val="000C0429"/>
    <w:rsid w:val="000C45E8"/>
    <w:rsid w:val="00114472"/>
    <w:rsid w:val="00122CA7"/>
    <w:rsid w:val="0014191A"/>
    <w:rsid w:val="00170EC5"/>
    <w:rsid w:val="001747C1"/>
    <w:rsid w:val="00184947"/>
    <w:rsid w:val="0018596A"/>
    <w:rsid w:val="001B69C2"/>
    <w:rsid w:val="001C4DA0"/>
    <w:rsid w:val="001D1D8D"/>
    <w:rsid w:val="00207DF5"/>
    <w:rsid w:val="00224650"/>
    <w:rsid w:val="00247B5B"/>
    <w:rsid w:val="00267369"/>
    <w:rsid w:val="0026785D"/>
    <w:rsid w:val="00271E81"/>
    <w:rsid w:val="002C31BF"/>
    <w:rsid w:val="002E0CD7"/>
    <w:rsid w:val="002F026B"/>
    <w:rsid w:val="00302BAF"/>
    <w:rsid w:val="00331EF4"/>
    <w:rsid w:val="00357BC6"/>
    <w:rsid w:val="003641D2"/>
    <w:rsid w:val="0037111D"/>
    <w:rsid w:val="003956C6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616DA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30E6E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5E14A5"/>
    <w:rsid w:val="006104F6"/>
    <w:rsid w:val="0061068E"/>
    <w:rsid w:val="00660AD3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910D1"/>
    <w:rsid w:val="007B570C"/>
    <w:rsid w:val="007D330E"/>
    <w:rsid w:val="007E4A6E"/>
    <w:rsid w:val="007F56A7"/>
    <w:rsid w:val="00807DD0"/>
    <w:rsid w:val="008133BD"/>
    <w:rsid w:val="00813F11"/>
    <w:rsid w:val="008445B2"/>
    <w:rsid w:val="00860F3B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266B4"/>
    <w:rsid w:val="00936091"/>
    <w:rsid w:val="00940D8A"/>
    <w:rsid w:val="00962258"/>
    <w:rsid w:val="009678B7"/>
    <w:rsid w:val="00982411"/>
    <w:rsid w:val="00992D9C"/>
    <w:rsid w:val="00994673"/>
    <w:rsid w:val="00996CB8"/>
    <w:rsid w:val="009A2D8A"/>
    <w:rsid w:val="009A3E07"/>
    <w:rsid w:val="009A7568"/>
    <w:rsid w:val="009B24D8"/>
    <w:rsid w:val="009B2E97"/>
    <w:rsid w:val="009B72CC"/>
    <w:rsid w:val="009D2EC8"/>
    <w:rsid w:val="009E07F4"/>
    <w:rsid w:val="009F1E8E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09CA"/>
    <w:rsid w:val="00B15B5E"/>
    <w:rsid w:val="00B15BC1"/>
    <w:rsid w:val="00B15D0D"/>
    <w:rsid w:val="00B23CA3"/>
    <w:rsid w:val="00B31D05"/>
    <w:rsid w:val="00B3491A"/>
    <w:rsid w:val="00B45E9E"/>
    <w:rsid w:val="00B55F9C"/>
    <w:rsid w:val="00B75EE1"/>
    <w:rsid w:val="00B77481"/>
    <w:rsid w:val="00B8518B"/>
    <w:rsid w:val="00BB3740"/>
    <w:rsid w:val="00BC52B2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B6256"/>
    <w:rsid w:val="00DC3110"/>
    <w:rsid w:val="00DC56A2"/>
    <w:rsid w:val="00DD46F3"/>
    <w:rsid w:val="00DD58A6"/>
    <w:rsid w:val="00DD7253"/>
    <w:rsid w:val="00DE56F2"/>
    <w:rsid w:val="00DF116D"/>
    <w:rsid w:val="00E032DB"/>
    <w:rsid w:val="00E824F1"/>
    <w:rsid w:val="00EB104F"/>
    <w:rsid w:val="00ED14BD"/>
    <w:rsid w:val="00ED434B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424E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cid:image002.png@01DAE80A.1A3E04C0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3.png@01DAE80A.1A3E04C0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5DA6C3-96A2-477F-9CA3-EC83B96729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2</Pages>
  <Words>248</Words>
  <Characters>1468</Characters>
  <Application>Microsoft Office Word</Application>
  <DocSecurity>4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2</cp:revision>
  <cp:lastPrinted>2019-02-22T13:28:00Z</cp:lastPrinted>
  <dcterms:created xsi:type="dcterms:W3CDTF">2024-08-07T13:49:00Z</dcterms:created>
  <dcterms:modified xsi:type="dcterms:W3CDTF">2024-08-07T13:49:00Z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